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CFA" w:rsidRDefault="00DC4D2E" w:rsidP="00644CFA">
      <w:pPr>
        <w:pStyle w:val="Nadpis1"/>
        <w:jc w:val="center"/>
      </w:pPr>
      <w:r w:rsidRPr="00DC4D2E">
        <w:t>Technická zpráva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534"/>
        <w:gridCol w:w="3123"/>
      </w:tblGrid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F43D2" w:rsidRDefault="001F43D2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Název akce: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F43D2" w:rsidRDefault="001F43D2" w:rsidP="00E81FA8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</w:p>
          <w:p w:rsidR="004E0BC8" w:rsidRPr="005B5C93" w:rsidRDefault="00116448" w:rsidP="00484462">
            <w:pPr>
              <w:spacing w:after="0" w:line="240" w:lineRule="auto"/>
              <w:rPr>
                <w:rFonts w:asciiTheme="majorHAnsi" w:hAnsiTheme="majorHAnsi" w:cs="Arial"/>
                <w:b/>
              </w:rPr>
            </w:pPr>
            <w:r w:rsidRPr="00116448">
              <w:rPr>
                <w:rFonts w:asciiTheme="majorHAnsi" w:hAnsiTheme="majorHAnsi" w:cs="Arial"/>
                <w:b/>
                <w:color w:val="001636"/>
              </w:rPr>
              <w:t>PRO1201KM278-279ML306-307budova_Caslav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Předmět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4E0BC8" w:rsidRDefault="0019605D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TÚ 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1201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km 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278</w:t>
            </w:r>
            <w:r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5B5C93">
              <w:rPr>
                <w:rFonts w:asciiTheme="majorHAnsi" w:eastAsia="Times New Roman" w:hAnsiTheme="majorHAnsi" w:cs="Arial"/>
                <w:lang w:eastAsia="cs-CZ"/>
              </w:rPr>
              <w:t>0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8</w:t>
            </w:r>
            <w:r w:rsidR="00254572">
              <w:rPr>
                <w:rFonts w:asciiTheme="majorHAnsi" w:eastAsia="Times New Roman" w:hAnsiTheme="majorHAnsi" w:cs="Arial"/>
                <w:lang w:eastAsia="cs-CZ"/>
              </w:rPr>
              <w:t>0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>
              <w:rPr>
                <w:rFonts w:asciiTheme="majorHAnsi" w:eastAsia="Times New Roman" w:hAnsiTheme="majorHAnsi" w:cs="Arial"/>
                <w:lang w:eastAsia="cs-CZ"/>
              </w:rPr>
              <w:t>–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5B5C93">
              <w:rPr>
                <w:rFonts w:asciiTheme="majorHAnsi" w:eastAsia="Times New Roman" w:hAnsiTheme="majorHAnsi" w:cs="Arial"/>
                <w:lang w:eastAsia="cs-CZ"/>
              </w:rPr>
              <w:t>2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78</w:t>
            </w:r>
            <w:r w:rsidR="00E41A27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116448">
              <w:rPr>
                <w:rFonts w:asciiTheme="majorHAnsi" w:eastAsia="Times New Roman" w:hAnsiTheme="majorHAnsi" w:cs="Arial"/>
                <w:lang w:eastAsia="cs-CZ"/>
              </w:rPr>
              <w:t>330</w:t>
            </w:r>
          </w:p>
          <w:p w:rsidR="00C4657B" w:rsidRPr="00DC4D2E" w:rsidRDefault="00C4657B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Účel měření: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F26A64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Vyhotovení podkladu pro projekt stavby</w:t>
            </w:r>
          </w:p>
          <w:p w:rsidR="004E0BC8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"</w:t>
            </w:r>
            <w:r w:rsidR="00116448" w:rsidRPr="00116448">
              <w:rPr>
                <w:rFonts w:asciiTheme="majorHAnsi" w:eastAsia="Times New Roman" w:hAnsiTheme="majorHAnsi" w:cs="Arial"/>
                <w:lang w:eastAsia="cs-CZ"/>
              </w:rPr>
              <w:t xml:space="preserve">Rekonstrukce výpravní budovy ŽST Čáslav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"</w:t>
            </w:r>
          </w:p>
          <w:p w:rsidR="00C4657B" w:rsidRPr="00DC4D2E" w:rsidRDefault="00C4657B" w:rsidP="00F26A64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Objednatel:</w:t>
            </w:r>
          </w:p>
        </w:tc>
        <w:tc>
          <w:tcPr>
            <w:tcW w:w="3474" w:type="dxa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t xml:space="preserve"> Dlážděná 1003/7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110 00 Praha 1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  <w:tc>
          <w:tcPr>
            <w:tcW w:w="3033" w:type="dxa"/>
            <w:shd w:val="clear" w:color="auto" w:fill="FFFFFF"/>
          </w:tcPr>
          <w:p w:rsidR="004E0BC8" w:rsidRPr="00DC4D2E" w:rsidRDefault="00254572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Číslo zakázky:</w:t>
            </w:r>
            <w:r w:rsidR="00436AC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</w:t>
            </w:r>
            <w:r w:rsidR="005B5C93" w:rsidRPr="00436AC2">
              <w:rPr>
                <w:rFonts w:ascii="Verdana" w:hAnsi="Verdana" w:cs="Arial"/>
                <w:color w:val="001636"/>
              </w:rPr>
              <w:t>G730Z72910</w:t>
            </w:r>
            <w:r w:rsidR="00116448">
              <w:rPr>
                <w:rFonts w:ascii="Verdana" w:hAnsi="Verdana" w:cs="Arial"/>
                <w:color w:val="001636"/>
              </w:rPr>
              <w:t>66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Dodavatel: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Správa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železnic, státní organizace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F32CF">
              <w:rPr>
                <w:rFonts w:asciiTheme="majorHAnsi" w:eastAsia="Times New Roman" w:hAnsiTheme="majorHAnsi" w:cs="Arial"/>
                <w:lang w:eastAsia="cs-CZ"/>
              </w:rPr>
              <w:t>Správa železniční geodézie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Václavkova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169/1</w:t>
            </w:r>
            <w:r w:rsidRPr="00DC4D2E">
              <w:rPr>
                <w:rFonts w:asciiTheme="majorHAnsi" w:eastAsia="Times New Roman" w:hAnsiTheme="majorHAnsi" w:cs="Arial"/>
                <w:lang w:eastAsia="cs-CZ"/>
              </w:rPr>
              <w:br/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>160 00</w:t>
            </w:r>
            <w:r w:rsidR="00C4657B">
              <w:rPr>
                <w:rFonts w:asciiTheme="majorHAnsi" w:eastAsia="Times New Roman" w:hAnsiTheme="majorHAnsi" w:cs="Arial"/>
                <w:lang w:eastAsia="cs-CZ"/>
              </w:rPr>
              <w:t>,</w:t>
            </w:r>
            <w:r w:rsidR="00C4657B" w:rsidRPr="00C4657B">
              <w:rPr>
                <w:rFonts w:asciiTheme="majorHAnsi" w:eastAsia="Times New Roman" w:hAnsiTheme="majorHAnsi" w:cs="Arial"/>
                <w:lang w:eastAsia="cs-CZ"/>
              </w:rPr>
              <w:t xml:space="preserve"> Praha 6</w:t>
            </w:r>
          </w:p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předpisy a normy: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4E0BC8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ČSN 01 3410, ČSN 01 3411, TNZ 01 3412, SŽDC/M20, Zákon č. 200/1994 Sb., Vyhl. ČÚZK č.31/1995 Sb., ČSN 73 0415, ČSN ISO 4463-2, Směrnice GŘ SŽDC č.11/2006, TKP staveb státních drah, Metodický pokyn SŽDC M20/MP005 pro tvorbu prostorových dat pro mapy velkého měřítka, Metodický pokyn SŽDC M20/MP006 Opatření k zaměřování objektů železniční dopravní cesty, Metodický pokyn SŽDC M20/MP010 Účelová železniční mapa velkého měřítka, Směrnice SŽDC č. 117 o předávání digitální dokumentace z investiční výstavby SŽDC.</w:t>
            </w:r>
          </w:p>
          <w:p w:rsidR="00C4657B" w:rsidRPr="00DC4D2E" w:rsidRDefault="00C4657B" w:rsidP="00DC4D2E">
            <w:pPr>
              <w:spacing w:after="0" w:line="240" w:lineRule="auto"/>
              <w:jc w:val="both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podklady: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lang w:eastAsia="cs-CZ"/>
              </w:rPr>
              <w:t>Platná mapa KN. Žel</w:t>
            </w:r>
            <w:r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mapov</w:t>
            </w:r>
            <w:r>
              <w:rPr>
                <w:rFonts w:asciiTheme="majorHAnsi" w:eastAsia="Times New Roman" w:hAnsiTheme="majorHAnsi" w:cs="Arial"/>
                <w:lang w:eastAsia="cs-CZ"/>
              </w:rPr>
              <w:t>é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podklady z archivu SŽG Praha:</w:t>
            </w:r>
          </w:p>
          <w:p w:rsidR="00116448" w:rsidRPr="00116448" w:rsidRDefault="00116448" w:rsidP="00116448">
            <w:pPr>
              <w:numPr>
                <w:ilvl w:val="0"/>
                <w:numId w:val="46"/>
              </w:numPr>
              <w:spacing w:after="0" w:line="240" w:lineRule="auto"/>
              <w:rPr>
                <w:rFonts w:asciiTheme="majorHAnsi" w:hAnsiTheme="majorHAnsi" w:cs="Arial"/>
                <w:color w:val="000000" w:themeColor="text1"/>
              </w:rPr>
            </w:pPr>
            <w:r w:rsidRPr="0006028C">
              <w:rPr>
                <w:rFonts w:asciiTheme="majorHAnsi" w:hAnsiTheme="majorHAnsi" w:cs="Arial"/>
                <w:color w:val="000000" w:themeColor="text1"/>
              </w:rPr>
              <w:t>„</w:t>
            </w:r>
            <w:r w:rsidRPr="00116448">
              <w:rPr>
                <w:rFonts w:asciiTheme="majorHAnsi" w:hAnsiTheme="majorHAnsi" w:cs="Arial"/>
                <w:color w:val="000000" w:themeColor="text1"/>
              </w:rPr>
              <w:t>PRO1201KM276-289</w:t>
            </w:r>
            <w:r w:rsidRPr="0006028C">
              <w:rPr>
                <w:rFonts w:asciiTheme="majorHAnsi" w:hAnsiTheme="majorHAnsi" w:cs="Arial"/>
                <w:color w:val="000000" w:themeColor="text1"/>
              </w:rPr>
              <w:t>“ z roku 20</w:t>
            </w:r>
            <w:r>
              <w:rPr>
                <w:rFonts w:asciiTheme="majorHAnsi" w:hAnsiTheme="majorHAnsi" w:cs="Arial"/>
                <w:color w:val="000000" w:themeColor="text1"/>
              </w:rPr>
              <w:t>15</w:t>
            </w:r>
          </w:p>
          <w:p w:rsidR="00116448" w:rsidRPr="00DC4D2E" w:rsidRDefault="00116448" w:rsidP="00116448">
            <w:pPr>
              <w:spacing w:after="0" w:line="240" w:lineRule="auto"/>
              <w:ind w:left="720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Souřadnicový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S-JSTK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Výškový systém: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lang w:eastAsia="cs-CZ"/>
              </w:rPr>
              <w:t>Bpv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bodové pole: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C4657B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Železniční bodové pole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 xml:space="preserve"> bylo použito z archivu SŽG Praha a </w:t>
            </w:r>
            <w:r w:rsidRPr="00C4657B">
              <w:rPr>
                <w:rFonts w:asciiTheme="majorHAnsi" w:eastAsia="Times New Roman" w:hAnsiTheme="majorHAnsi" w:cs="Arial"/>
                <w:b/>
                <w:lang w:eastAsia="cs-CZ"/>
              </w:rPr>
              <w:t>vyhovuje TKP staveb státních drah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.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</w:t>
            </w:r>
            <w:r w:rsidRPr="00C4657B">
              <w:rPr>
                <w:rFonts w:asciiTheme="majorHAnsi" w:eastAsia="Times New Roman" w:hAnsiTheme="majorHAnsi" w:cs="Arial"/>
                <w:lang w:eastAsia="cs-CZ"/>
              </w:rPr>
              <w:t>(viz příloha 2_Dokumentace ŽBP)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Časové období: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4E0BC8" w:rsidRDefault="00116448" w:rsidP="00116448">
            <w:pPr>
              <w:rPr>
                <w:rFonts w:asciiTheme="majorHAnsi" w:hAnsiTheme="majorHAnsi" w:cs="Arial"/>
              </w:rPr>
            </w:pPr>
            <w:r>
              <w:rPr>
                <w:rFonts w:asciiTheme="majorHAnsi" w:hAnsiTheme="majorHAnsi" w:cs="Arial"/>
              </w:rPr>
              <w:t xml:space="preserve">                                                                         </w:t>
            </w:r>
            <w:r>
              <w:rPr>
                <w:rFonts w:asciiTheme="majorHAnsi" w:hAnsiTheme="majorHAnsi" w:cs="Arial"/>
              </w:rPr>
              <w:t xml:space="preserve">                            Březen</w:t>
            </w:r>
            <w:r>
              <w:rPr>
                <w:rFonts w:asciiTheme="majorHAnsi" w:hAnsiTheme="majorHAnsi" w:cs="Arial"/>
              </w:rPr>
              <w:t xml:space="preserve"> 2021</w:t>
            </w: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Použité přístroje: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DC4D2E" w:rsidRDefault="00116448" w:rsidP="00116448">
            <w:pPr>
              <w:spacing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6B5CB1">
              <w:rPr>
                <w:rFonts w:asciiTheme="majorHAnsi" w:eastAsia="Times New Roman" w:hAnsiTheme="majorHAnsi" w:cs="Arial"/>
                <w:lang w:eastAsia="cs-CZ"/>
              </w:rPr>
              <w:t xml:space="preserve">Leica TCR 802 v.č. </w:t>
            </w:r>
            <w:r>
              <w:rPr>
                <w:rFonts w:asciiTheme="majorHAnsi" w:eastAsia="Times New Roman" w:hAnsiTheme="majorHAnsi" w:cs="Arial"/>
                <w:lang w:eastAsia="cs-CZ"/>
              </w:rPr>
              <w:t>836057</w:t>
            </w: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Použitý software: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Pr="001B59F3" w:rsidRDefault="00116448" w:rsidP="00116448">
            <w:pPr>
              <w:spacing w:after="0" w:line="240" w:lineRule="auto"/>
              <w:rPr>
                <w:rFonts w:asciiTheme="majorHAnsi" w:hAnsiTheme="majorHAnsi" w:cs="Arial"/>
              </w:rPr>
            </w:pPr>
            <w:r w:rsidRPr="001B59F3">
              <w:rPr>
                <w:rFonts w:asciiTheme="majorHAnsi" w:hAnsiTheme="majorHAnsi" w:cs="Arial"/>
              </w:rPr>
              <w:t>MicroStation v.8 + nadstavba MGEO verze a předl</w:t>
            </w:r>
            <w:r>
              <w:rPr>
                <w:rFonts w:asciiTheme="majorHAnsi" w:hAnsiTheme="majorHAnsi" w:cs="Arial"/>
              </w:rPr>
              <w:t xml:space="preserve">oha </w:t>
            </w:r>
            <w:r w:rsidRPr="00957F56">
              <w:rPr>
                <w:rFonts w:asciiTheme="majorHAnsi" w:hAnsiTheme="majorHAnsi" w:cs="Arial"/>
              </w:rPr>
              <w:t>20.0</w:t>
            </w:r>
            <w:r>
              <w:rPr>
                <w:rFonts w:asciiTheme="majorHAnsi" w:hAnsiTheme="majorHAnsi" w:cs="Arial"/>
              </w:rPr>
              <w:t>2</w:t>
            </w:r>
            <w:r w:rsidRPr="00957F56">
              <w:rPr>
                <w:rFonts w:asciiTheme="majorHAnsi" w:hAnsiTheme="majorHAnsi" w:cs="Arial"/>
              </w:rPr>
              <w:t>.</w:t>
            </w:r>
            <w:r>
              <w:rPr>
                <w:rFonts w:asciiTheme="majorHAnsi" w:hAnsiTheme="majorHAnsi" w:cs="Arial"/>
              </w:rPr>
              <w:t>04, ve formátu 3D.dgn</w:t>
            </w:r>
            <w:r>
              <w:rPr>
                <w:rFonts w:asciiTheme="majorHAnsi" w:hAnsiTheme="majorHAnsi" w:cs="Arial"/>
                <w:lang w:val="en-GB"/>
              </w:rPr>
              <w:t xml:space="preserve">; Groma, </w:t>
            </w:r>
            <w:r w:rsidRPr="001B59F3">
              <w:rPr>
                <w:rFonts w:asciiTheme="majorHAnsi" w:hAnsiTheme="majorHAnsi" w:cs="Arial"/>
              </w:rPr>
              <w:t>MS Word, MS Excel</w:t>
            </w: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</w:tc>
      </w:tr>
      <w:tr w:rsidR="0011644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K</w:t>
            </w: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ontr. zaměření:</w:t>
            </w: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Grafické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práce: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 w:rsidRPr="00180628">
              <w:rPr>
                <w:rFonts w:asciiTheme="majorHAnsi" w:eastAsia="Times New Roman" w:hAnsiTheme="majorHAnsi" w:cs="Arial"/>
                <w:lang w:eastAsia="cs-CZ"/>
              </w:rPr>
              <w:t>Milan Michňa, Pavel Malíř, Ivan Dolejš</w:t>
            </w: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</w:p>
          <w:p w:rsidR="00116448" w:rsidRPr="00DC4D2E" w:rsidRDefault="00116448" w:rsidP="00116448">
            <w:pPr>
              <w:spacing w:after="0" w:line="240" w:lineRule="auto"/>
              <w:rPr>
                <w:rFonts w:asciiTheme="majorHAnsi" w:eastAsia="Times New Roman" w:hAnsiTheme="majorHAnsi" w:cs="Arial"/>
                <w:lang w:eastAsia="cs-CZ"/>
              </w:rPr>
            </w:pPr>
            <w:r>
              <w:rPr>
                <w:rFonts w:asciiTheme="majorHAnsi" w:eastAsia="Times New Roman" w:hAnsiTheme="majorHAnsi" w:cs="Arial"/>
                <w:lang w:eastAsia="cs-CZ"/>
              </w:rPr>
              <w:t xml:space="preserve">Ing. Vladimír Náměstek </w:t>
            </w:r>
          </w:p>
        </w:tc>
      </w:tr>
      <w:tr w:rsidR="004E0BC8" w:rsidRPr="00DC4D2E" w:rsidTr="00DC4D2E">
        <w:trPr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4E0BC8" w:rsidRPr="00DC4D2E" w:rsidRDefault="004E0BC8" w:rsidP="00E81FA8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lastRenderedPageBreak/>
              <w:t>Text TZ:</w:t>
            </w:r>
          </w:p>
        </w:tc>
        <w:tc>
          <w:tcPr>
            <w:tcW w:w="6567" w:type="dxa"/>
            <w:gridSpan w:val="2"/>
            <w:shd w:val="clear" w:color="auto" w:fill="FFFFFF"/>
            <w:vAlign w:val="center"/>
          </w:tcPr>
          <w:p w:rsidR="008E3BD2" w:rsidRPr="008E3BD2" w:rsidRDefault="008E3BD2" w:rsidP="008E3BD2">
            <w:pPr>
              <w:spacing w:after="0"/>
              <w:rPr>
                <w:rFonts w:asciiTheme="majorHAnsi" w:eastAsia="Times New Roman" w:hAnsiTheme="majorHAnsi" w:cs="Arial"/>
                <w:b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Úsek v rozsahu </w:t>
            </w:r>
            <w:r>
              <w:rPr>
                <w:rFonts w:asciiTheme="majorHAnsi" w:eastAsia="Times New Roman" w:hAnsiTheme="majorHAnsi" w:cs="Arial"/>
                <w:b/>
                <w:lang w:eastAsia="cs-CZ"/>
              </w:rPr>
              <w:t xml:space="preserve">TU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 „</w:t>
            </w:r>
            <w:r w:rsidR="00116448">
              <w:rPr>
                <w:rFonts w:asciiTheme="majorHAnsi" w:eastAsia="Times New Roman" w:hAnsiTheme="majorHAnsi" w:cs="Arial"/>
                <w:b/>
                <w:lang w:eastAsia="cs-CZ"/>
              </w:rPr>
              <w:t xml:space="preserve"> viz předmět měření </w:t>
            </w:r>
            <w:r w:rsidRPr="008E3BD2">
              <w:rPr>
                <w:rFonts w:asciiTheme="majorHAnsi" w:eastAsia="Times New Roman" w:hAnsiTheme="majorHAnsi" w:cs="Arial"/>
                <w:b/>
                <w:lang w:eastAsia="cs-CZ"/>
              </w:rPr>
              <w:t xml:space="preserve">“: </w:t>
            </w:r>
          </w:p>
          <w:p w:rsidR="00D43E4B" w:rsidRDefault="008E3BD2" w:rsidP="00D43E4B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Dle Vyhl. ČUZK č.31/1995Sb. §13 odst. 2b) v platném znění byla posouzena úplnost, správnost a vhodnost geodetického podkladu: č.1) </w:t>
            </w:r>
            <w:r w:rsidR="00E54006" w:rsidRPr="00254572">
              <w:rPr>
                <w:rFonts w:asciiTheme="majorHAnsi" w:hAnsiTheme="majorHAnsi" w:cs="Arial"/>
              </w:rPr>
              <w:t>„</w:t>
            </w:r>
            <w:r w:rsidR="00D43E4B" w:rsidRPr="00D43E4B">
              <w:rPr>
                <w:rFonts w:asciiTheme="majorHAnsi" w:hAnsiTheme="majorHAnsi" w:cs="Arial"/>
              </w:rPr>
              <w:t>PRO1201KM276-289</w:t>
            </w:r>
            <w:r w:rsidR="00D43E4B">
              <w:rPr>
                <w:rFonts w:asciiTheme="majorHAnsi" w:hAnsiTheme="majorHAnsi" w:cs="Arial"/>
              </w:rPr>
              <w:t>“ z roku 2015</w:t>
            </w:r>
            <w:r w:rsidRPr="00254572">
              <w:rPr>
                <w:rFonts w:asciiTheme="majorHAnsi" w:eastAsia="Times New Roman" w:hAnsiTheme="majorHAnsi" w:cs="Arial"/>
                <w:lang w:eastAsia="cs-CZ"/>
              </w:rPr>
              <w:t>, který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 xml:space="preserve"> ověřil UOZI c) Ing.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Jiří Vančura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, č.ov.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25</w:t>
            </w:r>
            <w:r w:rsidRPr="008E3BD2">
              <w:rPr>
                <w:rFonts w:asciiTheme="majorHAnsi" w:eastAsia="Times New Roman" w:hAnsiTheme="majorHAnsi" w:cs="Arial"/>
                <w:lang w:eastAsia="cs-CZ"/>
              </w:rPr>
              <w:t>/20</w:t>
            </w:r>
            <w:r w:rsidR="0019605D">
              <w:rPr>
                <w:rFonts w:asciiTheme="majorHAnsi" w:eastAsia="Times New Roman" w:hAnsiTheme="majorHAnsi" w:cs="Arial"/>
                <w:lang w:eastAsia="cs-CZ"/>
              </w:rPr>
              <w:t>1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5</w:t>
            </w:r>
            <w:r>
              <w:rPr>
                <w:rFonts w:asciiTheme="majorHAnsi" w:eastAsia="Times New Roman" w:hAnsiTheme="majorHAnsi" w:cs="Arial"/>
                <w:lang w:eastAsia="cs-CZ"/>
              </w:rPr>
              <w:t xml:space="preserve"> ze dne 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30</w:t>
            </w:r>
            <w:r w:rsidR="00E54006">
              <w:rPr>
                <w:rFonts w:asciiTheme="majorHAnsi" w:eastAsia="Times New Roman" w:hAnsiTheme="majorHAnsi" w:cs="Arial"/>
                <w:lang w:eastAsia="cs-CZ"/>
              </w:rPr>
              <w:t>.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11</w:t>
            </w:r>
            <w:r w:rsidR="0019605D">
              <w:rPr>
                <w:rFonts w:asciiTheme="majorHAnsi" w:eastAsia="Times New Roman" w:hAnsiTheme="majorHAnsi" w:cs="Arial"/>
                <w:lang w:eastAsia="cs-CZ"/>
              </w:rPr>
              <w:t>.201</w:t>
            </w:r>
            <w:r w:rsidR="00D43E4B">
              <w:rPr>
                <w:rFonts w:asciiTheme="majorHAnsi" w:eastAsia="Times New Roman" w:hAnsiTheme="majorHAnsi" w:cs="Arial"/>
                <w:lang w:eastAsia="cs-CZ"/>
              </w:rPr>
              <w:t>5</w:t>
            </w:r>
            <w:r w:rsidR="00C64A8D">
              <w:rPr>
                <w:rFonts w:asciiTheme="majorHAnsi" w:eastAsia="Times New Roman" w:hAnsiTheme="majorHAnsi" w:cs="Arial"/>
                <w:lang w:eastAsia="cs-CZ"/>
              </w:rPr>
              <w:t xml:space="preserve">. </w:t>
            </w:r>
          </w:p>
          <w:p w:rsidR="008E3BD2" w:rsidRPr="00DC4D2E" w:rsidRDefault="00D43E4B" w:rsidP="006A3B92">
            <w:pPr>
              <w:rPr>
                <w:rFonts w:asciiTheme="majorHAnsi" w:eastAsia="Times New Roman" w:hAnsiTheme="majorHAnsi" w:cs="Arial"/>
                <w:lang w:eastAsia="cs-CZ"/>
              </w:rPr>
            </w:pPr>
            <w:r w:rsidRPr="00D43E4B">
              <w:rPr>
                <w:rFonts w:asciiTheme="majorHAnsi" w:eastAsia="Times New Roman" w:hAnsiTheme="majorHAnsi" w:cs="Arial"/>
                <w:lang w:eastAsia="cs-CZ"/>
              </w:rPr>
              <w:t>Bylo provedeno kontrolní zaměření jednoznačně identifik</w:t>
            </w:r>
            <w:r w:rsidR="006A3B92">
              <w:rPr>
                <w:rFonts w:asciiTheme="majorHAnsi" w:eastAsia="Times New Roman" w:hAnsiTheme="majorHAnsi" w:cs="Arial"/>
                <w:lang w:eastAsia="cs-CZ"/>
              </w:rPr>
              <w:t>ovatelných prvků: rohy budov, opěrných zdí</w:t>
            </w:r>
            <w:r w:rsidRPr="00D43E4B">
              <w:rPr>
                <w:rFonts w:asciiTheme="majorHAnsi" w:eastAsia="Times New Roman" w:hAnsiTheme="majorHAnsi" w:cs="Arial"/>
                <w:lang w:eastAsia="cs-CZ"/>
              </w:rPr>
              <w:t>, nástupiš</w:t>
            </w:r>
            <w:bookmarkStart w:id="0" w:name="_GoBack"/>
            <w:bookmarkEnd w:id="0"/>
            <w:r w:rsidRPr="00D43E4B">
              <w:rPr>
                <w:rFonts w:asciiTheme="majorHAnsi" w:eastAsia="Times New Roman" w:hAnsiTheme="majorHAnsi" w:cs="Arial"/>
                <w:lang w:eastAsia="cs-CZ"/>
              </w:rPr>
              <w:t>tních hran, apod.  Na základě získaného výběrového souboru byly posouzeny odchylky na těchto bodech. Závěr: Vybraný mapový podklad splňuje přesnost dle kritérií a metodiky SŽDC M20/MP010 (v platném znění).</w:t>
            </w:r>
          </w:p>
        </w:tc>
      </w:tr>
    </w:tbl>
    <w:p w:rsidR="008E3BD2" w:rsidRPr="008E3BD2" w:rsidRDefault="008E3BD2" w:rsidP="008E3BD2">
      <w:pPr>
        <w:jc w:val="both"/>
        <w:rPr>
          <w:rFonts w:asciiTheme="majorHAnsi" w:hAnsiTheme="majorHAnsi" w:cs="Arial"/>
          <w:b/>
        </w:rPr>
      </w:pPr>
      <w:r w:rsidRPr="008E3BD2">
        <w:rPr>
          <w:rFonts w:asciiTheme="majorHAnsi" w:hAnsiTheme="majorHAnsi" w:cs="Arial"/>
          <w:b/>
        </w:rPr>
        <w:t xml:space="preserve">Geodetická dokumentace </w:t>
      </w:r>
      <w:r w:rsidR="005B5C93">
        <w:rPr>
          <w:rFonts w:asciiTheme="majorHAnsi" w:hAnsiTheme="majorHAnsi" w:cs="Arial"/>
          <w:b/>
        </w:rPr>
        <w:t>N.1.5</w:t>
      </w:r>
      <w:r w:rsidR="00744BF5">
        <w:rPr>
          <w:rFonts w:asciiTheme="majorHAnsi" w:hAnsiTheme="majorHAnsi" w:cs="Arial"/>
          <w:b/>
        </w:rPr>
        <w:t>.6</w:t>
      </w:r>
      <w:r w:rsidRPr="008E3BD2">
        <w:rPr>
          <w:rFonts w:asciiTheme="majorHAnsi" w:hAnsiTheme="majorHAnsi" w:cs="Arial"/>
          <w:b/>
        </w:rPr>
        <w:t xml:space="preserve"> splňuje TKP staveb státních drah.</w:t>
      </w: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BD619E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F67070" w:rsidRDefault="00F67070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Zobrazení vlastnické hranice dráhy: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F67070" w:rsidRDefault="00F67070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6A3B92">
              <w:rPr>
                <w:rFonts w:asciiTheme="majorHAnsi" w:hAnsiTheme="majorHAnsi" w:cs="Arial"/>
                <w:lang w:eastAsia="cs-CZ"/>
              </w:rPr>
              <w:t xml:space="preserve">V k.ú. </w:t>
            </w:r>
            <w:r>
              <w:rPr>
                <w:rFonts w:asciiTheme="majorHAnsi" w:hAnsiTheme="majorHAnsi" w:cs="Arial"/>
                <w:lang w:eastAsia="cs-CZ"/>
              </w:rPr>
              <w:t>Čáslav</w:t>
            </w:r>
            <w:r w:rsidRPr="006A3B92">
              <w:rPr>
                <w:rFonts w:asciiTheme="majorHAnsi" w:hAnsiTheme="majorHAnsi" w:cs="Arial"/>
                <w:lang w:eastAsia="cs-CZ"/>
              </w:rPr>
              <w:t xml:space="preserve"> byla vlastnická hranice převzata z digitální mapy Katastru nemovitosti (DKM), která je v této lokalitě vedena v kvalitě 3 a horší, tzn., že lomové body hranice mají základní střední souřadnicovou chybu v rozmezí 0,14 – 1,00 m.</w:t>
            </w:r>
          </w:p>
          <w:p w:rsidR="006A3B9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6A3B92" w:rsidRPr="008E3BD2" w:rsidRDefault="006A3B92" w:rsidP="00116448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397673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Přesnost měření: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8E3BD2">
              <w:rPr>
                <w:rFonts w:asciiTheme="majorHAnsi" w:hAnsiTheme="majorHAnsi" w:cs="Arial"/>
                <w:lang w:eastAsia="cs-CZ"/>
              </w:rPr>
              <w:t xml:space="preserve">Osa koleje a prvky průjezdného průřezu jsou měřeny s přesností požadované ČSN 73 0420-2 vzhledem k sekundární síti GB (Geodetických bodů) Železničního bodového pole. Měřené podrobné body odpovídají býv. 2TP vzhledem ke státnímu bodovému poli. </w:t>
            </w:r>
            <w:r w:rsidRPr="008E3BD2">
              <w:rPr>
                <w:rFonts w:asciiTheme="majorHAnsi" w:hAnsiTheme="majorHAnsi" w:cs="Arial"/>
                <w:b/>
                <w:lang w:eastAsia="cs-CZ"/>
              </w:rPr>
              <w:t>Zaměření splňuje TKP staveb státních drah.</w:t>
            </w:r>
          </w:p>
          <w:p w:rsidR="008E3BD2" w:rsidRPr="008E3BD2" w:rsidRDefault="008E3BD2" w:rsidP="008E3BD2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  <w:tr w:rsidR="008E3BD2" w:rsidRPr="00965199" w:rsidTr="008E3BD2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6A3B92" w:rsidRDefault="006A3B9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8E3BD2" w:rsidRDefault="008E3BD2" w:rsidP="008E3BD2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8E3BD2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Poznámka: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6A3B92" w:rsidRDefault="006A3B9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</w:p>
          <w:p w:rsidR="008E3BD2" w:rsidRPr="00F67070" w:rsidRDefault="008E3BD2" w:rsidP="008E3BD2">
            <w:pPr>
              <w:pStyle w:val="Bezmezer"/>
              <w:rPr>
                <w:rFonts w:asciiTheme="majorHAnsi" w:hAnsiTheme="majorHAnsi" w:cs="Arial"/>
                <w:b/>
                <w:lang w:eastAsia="cs-CZ"/>
              </w:rPr>
            </w:pPr>
            <w:r w:rsidRPr="00F67070">
              <w:rPr>
                <w:rFonts w:asciiTheme="majorHAnsi" w:hAnsiTheme="majorHAnsi" w:cs="Arial"/>
                <w:b/>
                <w:lang w:eastAsia="cs-CZ"/>
              </w:rPr>
              <w:t>Ve výkresu jsou zobrazeny kamenné a plastové hraniční znaky a k</w:t>
            </w:r>
            <w:r w:rsidR="00894AAA">
              <w:rPr>
                <w:rFonts w:asciiTheme="majorHAnsi" w:hAnsiTheme="majorHAnsi" w:cs="Arial"/>
                <w:b/>
                <w:lang w:eastAsia="cs-CZ"/>
              </w:rPr>
              <w:t>amenné hranoly (obvykle žulové)</w:t>
            </w:r>
            <w:r w:rsidRPr="00F67070">
              <w:rPr>
                <w:rFonts w:asciiTheme="majorHAnsi" w:hAnsiTheme="majorHAnsi" w:cs="Arial"/>
                <w:b/>
                <w:lang w:eastAsia="cs-CZ"/>
              </w:rPr>
              <w:t xml:space="preserve"> bodového pole ŽBP zaměřené dle skutečnosti v terénu, které jsou majetkem Správy železnic, státní organizace a je nutno je zachovat nepoškozené a na původním místě.</w:t>
            </w:r>
          </w:p>
        </w:tc>
      </w:tr>
    </w:tbl>
    <w:p w:rsidR="008E3BD2" w:rsidRDefault="008E3BD2" w:rsidP="00644CFA">
      <w:pPr>
        <w:spacing w:after="0" w:line="276" w:lineRule="auto"/>
        <w:rPr>
          <w:rStyle w:val="VrazncittChar"/>
        </w:rPr>
      </w:pPr>
    </w:p>
    <w:tbl>
      <w:tblPr>
        <w:tblW w:w="8748" w:type="dxa"/>
        <w:jc w:val="center"/>
        <w:tblCellSpacing w:w="30" w:type="dxa"/>
        <w:shd w:val="clear" w:color="auto" w:fill="FF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6657"/>
      </w:tblGrid>
      <w:tr w:rsidR="008E3BD2" w:rsidRPr="00DC4D2E" w:rsidTr="00B81974">
        <w:trPr>
          <w:trHeight w:val="1088"/>
          <w:tblCellSpacing w:w="30" w:type="dxa"/>
          <w:jc w:val="center"/>
        </w:trPr>
        <w:tc>
          <w:tcPr>
            <w:tcW w:w="2001" w:type="dxa"/>
            <w:shd w:val="clear" w:color="auto" w:fill="FFFFFF"/>
          </w:tcPr>
          <w:p w:rsidR="008E3BD2" w:rsidRPr="00DC4D2E" w:rsidRDefault="008E3BD2" w:rsidP="00B81974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</w:p>
          <w:p w:rsidR="008E3BD2" w:rsidRPr="00DC4D2E" w:rsidRDefault="008E3BD2" w:rsidP="00E35737">
            <w:pPr>
              <w:spacing w:after="0" w:line="240" w:lineRule="auto"/>
              <w:rPr>
                <w:rFonts w:asciiTheme="majorHAnsi" w:eastAsia="Times New Roman" w:hAnsiTheme="majorHAnsi" w:cs="Arial"/>
                <w:b/>
                <w:bCs/>
                <w:lang w:eastAsia="cs-CZ"/>
              </w:rPr>
            </w:pP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Seznam příloh</w:t>
            </w:r>
            <w:r w:rsidR="00744BF5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 xml:space="preserve"> N.1.5.6 </w:t>
            </w:r>
            <w:r w:rsidRPr="00DC4D2E">
              <w:rPr>
                <w:rFonts w:asciiTheme="majorHAnsi" w:eastAsia="Times New Roman" w:hAnsiTheme="majorHAnsi" w:cs="Arial"/>
                <w:b/>
                <w:bCs/>
                <w:lang w:eastAsia="cs-CZ"/>
              </w:rPr>
              <w:t>:</w:t>
            </w:r>
          </w:p>
        </w:tc>
        <w:tc>
          <w:tcPr>
            <w:tcW w:w="6567" w:type="dxa"/>
            <w:shd w:val="clear" w:color="auto" w:fill="FFFFFF"/>
            <w:vAlign w:val="center"/>
          </w:tcPr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01)  Technická zpráva *.pdf </w:t>
            </w:r>
            <w:r w:rsidRPr="00DC4D2E">
              <w:rPr>
                <w:rFonts w:asciiTheme="majorHAnsi" w:hAnsiTheme="majorHAnsi" w:cs="Arial"/>
                <w:lang w:eastAsia="cs-CZ"/>
              </w:rPr>
              <w:br/>
              <w:t>02)  Dokumentace ŽBP *.txt a *.pdf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03)  Přehled kladu listů JŽM *.dgn a *.dwg                                                               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 xml:space="preserve">04)  Seznam souřadnic podrobných bodů *.txt </w:t>
            </w: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05)  Výkres *.dgn a *.dwg</w:t>
            </w:r>
          </w:p>
          <w:p w:rsidR="008E3BD2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  <w:r w:rsidRPr="00DC4D2E">
              <w:rPr>
                <w:rFonts w:asciiTheme="majorHAnsi" w:hAnsiTheme="majorHAnsi" w:cs="Arial"/>
                <w:lang w:eastAsia="cs-CZ"/>
              </w:rPr>
              <w:t>06)  Podklady z</w:t>
            </w:r>
            <w:r w:rsidR="00F67070">
              <w:rPr>
                <w:rFonts w:asciiTheme="majorHAnsi" w:hAnsiTheme="majorHAnsi" w:cs="Arial"/>
                <w:lang w:eastAsia="cs-CZ"/>
              </w:rPr>
              <w:t> </w:t>
            </w:r>
            <w:r w:rsidRPr="00DC4D2E">
              <w:rPr>
                <w:rFonts w:asciiTheme="majorHAnsi" w:hAnsiTheme="majorHAnsi" w:cs="Arial"/>
                <w:lang w:eastAsia="cs-CZ"/>
              </w:rPr>
              <w:t>KN</w:t>
            </w:r>
          </w:p>
          <w:p w:rsidR="00F7575C" w:rsidRDefault="00F7575C" w:rsidP="00F67070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  <w:p w:rsidR="008E3BD2" w:rsidRPr="00DC4D2E" w:rsidRDefault="008E3BD2" w:rsidP="00B81974">
            <w:pPr>
              <w:pStyle w:val="Bezmezer"/>
              <w:rPr>
                <w:rFonts w:asciiTheme="majorHAnsi" w:hAnsiTheme="majorHAnsi" w:cs="Arial"/>
                <w:lang w:eastAsia="cs-CZ"/>
              </w:rPr>
            </w:pPr>
          </w:p>
        </w:tc>
      </w:tr>
    </w:tbl>
    <w:p w:rsidR="00F67070" w:rsidRPr="00F67070" w:rsidRDefault="00F67070" w:rsidP="00F67070">
      <w:pPr>
        <w:spacing w:before="240"/>
        <w:rPr>
          <w:rFonts w:asciiTheme="majorHAnsi" w:hAnsiTheme="majorHAnsi" w:cs="Arial"/>
          <w:b/>
          <w:bCs/>
          <w:sz w:val="16"/>
          <w:szCs w:val="16"/>
        </w:rPr>
      </w:pPr>
      <w:r w:rsidRPr="00F67070">
        <w:rPr>
          <w:rFonts w:asciiTheme="majorHAnsi" w:hAnsiTheme="majorHAnsi" w:cs="Arial"/>
          <w:b/>
          <w:bCs/>
          <w:sz w:val="16"/>
          <w:szCs w:val="16"/>
        </w:rPr>
        <w:t>Technickou zprávu</w:t>
      </w:r>
      <w:r w:rsidR="00116448">
        <w:rPr>
          <w:rFonts w:asciiTheme="majorHAnsi" w:hAnsiTheme="majorHAnsi" w:cs="Arial"/>
          <w:b/>
          <w:bCs/>
          <w:sz w:val="16"/>
          <w:szCs w:val="16"/>
        </w:rPr>
        <w:t xml:space="preserve"> zpracoval</w:t>
      </w:r>
      <w:r w:rsidR="00A71F8A">
        <w:rPr>
          <w:rFonts w:asciiTheme="majorHAnsi" w:hAnsiTheme="majorHAnsi" w:cs="Arial"/>
          <w:b/>
          <w:bCs/>
          <w:sz w:val="16"/>
          <w:szCs w:val="16"/>
        </w:rPr>
        <w:t>:             Ověřil</w:t>
      </w:r>
      <w:r w:rsidR="00254572">
        <w:rPr>
          <w:rFonts w:asciiTheme="majorHAnsi" w:hAnsiTheme="majorHAnsi" w:cs="Arial"/>
          <w:b/>
          <w:bCs/>
          <w:sz w:val="16"/>
          <w:szCs w:val="16"/>
        </w:rPr>
        <w:t>a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 xml:space="preserve"> pod  číslem: </w:t>
      </w:r>
      <w:r w:rsidR="00CF32CF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116448">
        <w:rPr>
          <w:rFonts w:asciiTheme="majorHAnsi" w:hAnsiTheme="majorHAnsi" w:cs="Arial"/>
          <w:b/>
          <w:bCs/>
          <w:sz w:val="16"/>
          <w:szCs w:val="16"/>
        </w:rPr>
        <w:t>04</w:t>
      </w:r>
      <w:r w:rsidRPr="00F67070">
        <w:rPr>
          <w:rFonts w:asciiTheme="majorHAnsi" w:hAnsiTheme="majorHAnsi" w:cs="Arial"/>
          <w:b/>
          <w:bCs/>
          <w:sz w:val="16"/>
          <w:szCs w:val="16"/>
        </w:rPr>
        <w:t>/202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1</w:t>
      </w:r>
    </w:p>
    <w:p w:rsidR="00F67070" w:rsidRPr="00F67070" w:rsidRDefault="00116448" w:rsidP="00F67070">
      <w:pPr>
        <w:rPr>
          <w:rFonts w:asciiTheme="majorHAnsi" w:hAnsiTheme="majorHAnsi" w:cs="Arial"/>
          <w:sz w:val="16"/>
          <w:szCs w:val="16"/>
        </w:rPr>
      </w:pPr>
      <w:r>
        <w:rPr>
          <w:rFonts w:asciiTheme="majorHAnsi" w:hAnsiTheme="majorHAnsi" w:cs="Arial"/>
          <w:b/>
          <w:bCs/>
          <w:sz w:val="16"/>
          <w:szCs w:val="16"/>
        </w:rPr>
        <w:t>Ing. Vladimír Náměstek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ab/>
        <w:t xml:space="preserve"> 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         </w:t>
      </w:r>
      <w:r w:rsidR="005B5C93">
        <w:rPr>
          <w:rFonts w:asciiTheme="majorHAnsi" w:hAnsiTheme="majorHAnsi" w:cs="Arial"/>
          <w:b/>
          <w:bCs/>
          <w:sz w:val="16"/>
          <w:szCs w:val="16"/>
        </w:rPr>
        <w:t xml:space="preserve">Ing. </w:t>
      </w:r>
      <w:r>
        <w:rPr>
          <w:rFonts w:asciiTheme="majorHAnsi" w:hAnsiTheme="majorHAnsi" w:cs="Arial"/>
          <w:b/>
          <w:bCs/>
          <w:sz w:val="16"/>
          <w:szCs w:val="16"/>
        </w:rPr>
        <w:t>Jana Moravcová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br/>
        <w:t xml:space="preserve">v Praze dne: 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3</w:t>
      </w:r>
      <w:r>
        <w:rPr>
          <w:rFonts w:asciiTheme="majorHAnsi" w:hAnsiTheme="majorHAnsi" w:cs="Arial"/>
          <w:b/>
          <w:bCs/>
          <w:sz w:val="16"/>
          <w:szCs w:val="16"/>
        </w:rPr>
        <w:t>0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</w:t>
      </w:r>
      <w:r>
        <w:rPr>
          <w:rFonts w:asciiTheme="majorHAnsi" w:hAnsiTheme="majorHAnsi" w:cs="Arial"/>
          <w:b/>
          <w:bCs/>
          <w:sz w:val="16"/>
          <w:szCs w:val="16"/>
        </w:rPr>
        <w:t>3</w:t>
      </w:r>
      <w:r w:rsidR="00D60C06">
        <w:rPr>
          <w:rFonts w:asciiTheme="majorHAnsi" w:hAnsiTheme="majorHAnsi" w:cs="Arial"/>
          <w:b/>
          <w:bCs/>
          <w:sz w:val="16"/>
          <w:szCs w:val="16"/>
        </w:rPr>
        <w:t>.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>202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1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</w:t>
      </w:r>
      <w:r w:rsidR="00A71F8A">
        <w:rPr>
          <w:rFonts w:asciiTheme="majorHAnsi" w:hAnsiTheme="majorHAnsi" w:cs="Arial"/>
          <w:b/>
          <w:bCs/>
          <w:sz w:val="16"/>
          <w:szCs w:val="16"/>
        </w:rPr>
        <w:t xml:space="preserve">   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 </w:t>
      </w:r>
      <w:r w:rsidR="00D60C06">
        <w:rPr>
          <w:rFonts w:asciiTheme="majorHAnsi" w:hAnsiTheme="majorHAnsi" w:cs="Arial"/>
          <w:b/>
          <w:bCs/>
          <w:sz w:val="16"/>
          <w:szCs w:val="16"/>
        </w:rPr>
        <w:t xml:space="preserve">  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735BD2">
        <w:rPr>
          <w:rFonts w:asciiTheme="majorHAnsi" w:hAnsiTheme="majorHAnsi" w:cs="Arial"/>
          <w:b/>
          <w:bCs/>
          <w:sz w:val="16"/>
          <w:szCs w:val="16"/>
        </w:rPr>
        <w:t xml:space="preserve">     </w:t>
      </w:r>
      <w:r w:rsidR="00436AC2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</w:t>
      </w:r>
      <w:r w:rsidR="00294743">
        <w:rPr>
          <w:rFonts w:asciiTheme="majorHAnsi" w:hAnsiTheme="majorHAnsi" w:cs="Arial"/>
          <w:b/>
          <w:bCs/>
          <w:sz w:val="16"/>
          <w:szCs w:val="16"/>
        </w:rPr>
        <w:t xml:space="preserve">v 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Praze dne: </w:t>
      </w:r>
      <w:r>
        <w:rPr>
          <w:rFonts w:asciiTheme="majorHAnsi" w:hAnsiTheme="majorHAnsi" w:cs="Arial"/>
          <w:b/>
          <w:bCs/>
          <w:sz w:val="16"/>
          <w:szCs w:val="16"/>
        </w:rPr>
        <w:t>30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</w:t>
      </w:r>
      <w:r>
        <w:rPr>
          <w:rFonts w:asciiTheme="majorHAnsi" w:hAnsiTheme="majorHAnsi" w:cs="Arial"/>
          <w:b/>
          <w:bCs/>
          <w:sz w:val="16"/>
          <w:szCs w:val="16"/>
        </w:rPr>
        <w:t>3</w:t>
      </w:r>
      <w:r w:rsidR="005B5C93">
        <w:rPr>
          <w:rFonts w:asciiTheme="majorHAnsi" w:hAnsiTheme="majorHAnsi" w:cs="Arial"/>
          <w:b/>
          <w:bCs/>
          <w:sz w:val="16"/>
          <w:szCs w:val="16"/>
        </w:rPr>
        <w:t>.2021</w:t>
      </w:r>
      <w:r w:rsidR="00F67070" w:rsidRPr="00F67070">
        <w:rPr>
          <w:rFonts w:asciiTheme="majorHAnsi" w:hAnsiTheme="majorHAnsi" w:cs="Arial"/>
          <w:b/>
          <w:bCs/>
          <w:sz w:val="16"/>
          <w:szCs w:val="16"/>
        </w:rPr>
        <w:t xml:space="preserve">                         </w:t>
      </w:r>
    </w:p>
    <w:p w:rsidR="00F67070" w:rsidRDefault="00744BF5" w:rsidP="00644CFA">
      <w:pPr>
        <w:spacing w:after="0" w:line="276" w:lineRule="auto"/>
        <w:rPr>
          <w:rStyle w:val="VrazncittChar"/>
        </w:rPr>
      </w:pPr>
      <w:r w:rsidRPr="00F67070">
        <w:rPr>
          <w:rFonts w:asciiTheme="majorHAnsi" w:hAnsiTheme="majorHAnsi" w:cs="Arial"/>
          <w:b/>
          <w:noProof/>
          <w:sz w:val="16"/>
          <w:szCs w:val="16"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DFD69F0" wp14:editId="5DD611F9">
                <wp:simplePos x="0" y="0"/>
                <wp:positionH relativeFrom="column">
                  <wp:posOffset>4048760</wp:posOffset>
                </wp:positionH>
                <wp:positionV relativeFrom="paragraph">
                  <wp:posOffset>1005205</wp:posOffset>
                </wp:positionV>
                <wp:extent cx="1815465" cy="361950"/>
                <wp:effectExtent l="0" t="0" r="0" b="0"/>
                <wp:wrapNone/>
                <wp:docPr id="2" name="Textové po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546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4BF5" w:rsidRPr="00F67070" w:rsidRDefault="00744BF5" w:rsidP="00744BF5">
                            <w:pP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</w:pPr>
                            <w:r w:rsidRPr="00F67070"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Náležitostmi a přesn</w:t>
                            </w:r>
                            <w:r>
                              <w:rPr>
                                <w:rFonts w:asciiTheme="majorHAnsi" w:hAnsiTheme="majorHAnsi" w:cs="Arial"/>
                                <w:b/>
                                <w:sz w:val="14"/>
                                <w:szCs w:val="14"/>
                              </w:rPr>
                              <w:t>ostí odpovídá právním předpisům.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FD69F0" id="_x0000_t202" coordsize="21600,21600" o:spt="202" path="m,l,21600r21600,l21600,xe">
                <v:stroke joinstyle="miter"/>
                <v:path gradientshapeok="t" o:connecttype="rect"/>
              </v:shapetype>
              <v:shape id="Textové pole 2" o:spid="_x0000_s1026" type="#_x0000_t202" style="position:absolute;margin-left:318.8pt;margin-top:79.15pt;width:142.95pt;height:2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" filled="f" stroked="f">
                <v:textbox>
                  <w:txbxContent>
                    <w:p w:rsidR="00744BF5" w:rsidRPr="00F67070" w:rsidRDefault="00744BF5" w:rsidP="00744BF5">
                      <w:pP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</w:pPr>
                      <w:r w:rsidRPr="00F67070"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Náležitostmi a přesn</w:t>
                      </w:r>
                      <w:r>
                        <w:rPr>
                          <w:rFonts w:asciiTheme="majorHAnsi" w:hAnsiTheme="majorHAnsi" w:cs="Arial"/>
                          <w:b/>
                          <w:sz w:val="14"/>
                          <w:szCs w:val="14"/>
                        </w:rPr>
                        <w:t>ostí odpovídá právním předpisům.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67070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0F5" w:rsidRDefault="00E710F5" w:rsidP="00962258">
      <w:pPr>
        <w:spacing w:after="0" w:line="240" w:lineRule="auto"/>
      </w:pPr>
      <w:r>
        <w:separator/>
      </w:r>
    </w:p>
  </w:endnote>
  <w:endnote w:type="continuationSeparator" w:id="0">
    <w:p w:rsidR="00E710F5" w:rsidRDefault="00E710F5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3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85"/>
      <w:gridCol w:w="2069"/>
    </w:tblGrid>
    <w:tr w:rsidR="00F1715C" w:rsidTr="009059F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A3B9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EC795B">
            <w:t>c</w:t>
          </w:r>
          <w:r>
            <w:t>, státní organizace</w:t>
          </w:r>
        </w:p>
        <w:p w:rsidR="009059F3" w:rsidRDefault="009059F3" w:rsidP="009059F3">
          <w:pPr>
            <w:pStyle w:val="Zpat"/>
          </w:pPr>
          <w:r>
            <w:t>Sídlo: Dlážděná 1003/7, 110 00 Praha 1</w:t>
          </w:r>
        </w:p>
        <w:p w:rsidR="009059F3" w:rsidRDefault="009059F3" w:rsidP="009059F3">
          <w:pPr>
            <w:pStyle w:val="Zpat"/>
          </w:pPr>
          <w:r>
            <w:t>IČ</w:t>
          </w:r>
          <w:r w:rsidR="00EC795B">
            <w:t>O</w:t>
          </w:r>
          <w:r>
            <w:t>: 709 94 234 DIČ: CZ 709 94 234</w:t>
          </w:r>
        </w:p>
        <w:p w:rsidR="00F1715C" w:rsidRDefault="009059F3" w:rsidP="00460660">
          <w:pPr>
            <w:pStyle w:val="Zpat"/>
          </w:pPr>
          <w:r>
            <w:t>Z</w:t>
          </w:r>
          <w:r w:rsidR="00F1715C">
            <w:t>apsána v obchodním rejstříku vedeném Městským soudem v Praze, spisová značka A 48384</w:t>
          </w:r>
          <w:r>
            <w:t>.</w:t>
          </w:r>
        </w:p>
      </w:tc>
      <w:tc>
        <w:tcPr>
          <w:tcW w:w="3685" w:type="dxa"/>
          <w:shd w:val="clear" w:color="auto" w:fill="auto"/>
          <w:tcMar>
            <w:left w:w="0" w:type="dxa"/>
            <w:right w:w="0" w:type="dxa"/>
          </w:tcMar>
        </w:tcPr>
        <w:p w:rsidR="009547FE" w:rsidRPr="009547FE" w:rsidRDefault="009547FE" w:rsidP="009547FE">
          <w:pPr>
            <w:pStyle w:val="Zpat"/>
            <w:rPr>
              <w:b/>
            </w:rPr>
          </w:pPr>
          <w:r w:rsidRPr="009547FE">
            <w:rPr>
              <w:b/>
            </w:rPr>
            <w:t>Správa železni</w:t>
          </w:r>
          <w:r w:rsidR="00EC795B">
            <w:rPr>
              <w:b/>
            </w:rPr>
            <w:t>c</w:t>
          </w:r>
          <w:r w:rsidRPr="009547FE">
            <w:rPr>
              <w:b/>
            </w:rPr>
            <w:t>, státní organizace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Správa železniční geodézie Praha</w:t>
          </w:r>
        </w:p>
        <w:p w:rsidR="009547FE" w:rsidRP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Václavkova 169/1, 160 00 Praha 6</w:t>
          </w:r>
        </w:p>
        <w:p w:rsidR="009547FE" w:rsidRDefault="00D5646A" w:rsidP="009547FE">
          <w:pPr>
            <w:pStyle w:val="Zpat"/>
            <w:rPr>
              <w:b/>
            </w:rPr>
          </w:pPr>
          <w:r w:rsidRPr="00D5646A">
            <w:rPr>
              <w:b/>
            </w:rPr>
            <w:t>www.szdc.cz</w:t>
          </w:r>
        </w:p>
        <w:p w:rsidR="00F1715C" w:rsidRDefault="00F1715C" w:rsidP="009547FE">
          <w:pPr>
            <w:pStyle w:val="Zpat"/>
          </w:pPr>
        </w:p>
      </w:tc>
      <w:tc>
        <w:tcPr>
          <w:tcW w:w="2069" w:type="dxa"/>
        </w:tcPr>
        <w:p w:rsidR="00F1715C" w:rsidRDefault="00F1715C" w:rsidP="00B45E9E">
          <w:pPr>
            <w:pStyle w:val="Zpat"/>
          </w:pPr>
        </w:p>
      </w:tc>
    </w:tr>
  </w:tbl>
  <w:p w:rsidR="00F1715C" w:rsidRPr="00B8518B" w:rsidRDefault="0037179F" w:rsidP="00460660">
    <w:pPr>
      <w:pStyle w:val="Zpat"/>
      <w:rPr>
        <w:sz w:val="2"/>
        <w:szCs w:val="2"/>
      </w:rPr>
    </w:pPr>
    <w:r>
      <w:rPr>
        <w:noProof/>
        <w:lang w:eastAsia="cs-CZ"/>
      </w:rPr>
      <w:drawing>
        <wp:anchor distT="252095" distB="0" distL="114300" distR="114300" simplePos="0" relativeHeight="251654144" behindDoc="0" locked="1" layoutInCell="0" allowOverlap="1" wp14:anchorId="5EBF6556" wp14:editId="6F9F81C9">
          <wp:simplePos x="0" y="0"/>
          <wp:positionH relativeFrom="page">
            <wp:posOffset>5918835</wp:posOffset>
          </wp:positionH>
          <wp:positionV relativeFrom="page">
            <wp:posOffset>9738995</wp:posOffset>
          </wp:positionV>
          <wp:extent cx="1188000" cy="514800"/>
          <wp:effectExtent l="0" t="0" r="0" b="0"/>
          <wp:wrapTopAndBottom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Logo_ISO_9001_resized_w33mm_300ppi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88000" cy="51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0F5" w:rsidRDefault="00E710F5" w:rsidP="00962258">
      <w:pPr>
        <w:spacing w:after="0" w:line="240" w:lineRule="auto"/>
      </w:pPr>
      <w:r>
        <w:separator/>
      </w:r>
    </w:p>
  </w:footnote>
  <w:footnote w:type="continuationSeparator" w:id="0">
    <w:p w:rsidR="00E710F5" w:rsidRDefault="00E710F5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26C6F">
          <w:pPr>
            <w:pStyle w:val="Druhdokumentu"/>
            <w:jc w:val="left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EC795B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7456" behindDoc="0" locked="1" layoutInCell="1" allowOverlap="1" wp14:anchorId="176CB9EB" wp14:editId="4125253E">
          <wp:simplePos x="0" y="0"/>
          <wp:positionH relativeFrom="page">
            <wp:posOffset>431800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5D006D"/>
    <w:multiLevelType w:val="hybridMultilevel"/>
    <w:tmpl w:val="7D2A234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5"/>
  </w:num>
  <w:num w:numId="35">
    <w:abstractNumId w:val="1"/>
  </w:num>
  <w:num w:numId="36">
    <w:abstractNumId w:val="5"/>
  </w:num>
  <w:num w:numId="37">
    <w:abstractNumId w:val="5"/>
  </w:num>
  <w:num w:numId="38">
    <w:abstractNumId w:val="5"/>
  </w:num>
  <w:num w:numId="39">
    <w:abstractNumId w:val="5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1A29"/>
    <w:rsid w:val="00033432"/>
    <w:rsid w:val="000335CC"/>
    <w:rsid w:val="00072C1E"/>
    <w:rsid w:val="00074A43"/>
    <w:rsid w:val="00076C4B"/>
    <w:rsid w:val="000B7907"/>
    <w:rsid w:val="000C0429"/>
    <w:rsid w:val="000E2204"/>
    <w:rsid w:val="00114472"/>
    <w:rsid w:val="00116448"/>
    <w:rsid w:val="00126D54"/>
    <w:rsid w:val="00144111"/>
    <w:rsid w:val="00170EC5"/>
    <w:rsid w:val="001747C1"/>
    <w:rsid w:val="0018596A"/>
    <w:rsid w:val="0019605D"/>
    <w:rsid w:val="001B59F3"/>
    <w:rsid w:val="001C4DA0"/>
    <w:rsid w:val="001E6DE2"/>
    <w:rsid w:val="001F43D2"/>
    <w:rsid w:val="00207DF5"/>
    <w:rsid w:val="002450E2"/>
    <w:rsid w:val="00254572"/>
    <w:rsid w:val="0026785D"/>
    <w:rsid w:val="00294743"/>
    <w:rsid w:val="002C31BF"/>
    <w:rsid w:val="002E0CD7"/>
    <w:rsid w:val="002F026B"/>
    <w:rsid w:val="00357BC6"/>
    <w:rsid w:val="0037179F"/>
    <w:rsid w:val="003956C6"/>
    <w:rsid w:val="003E75CE"/>
    <w:rsid w:val="0041380F"/>
    <w:rsid w:val="0042520C"/>
    <w:rsid w:val="00436AC2"/>
    <w:rsid w:val="00440AF5"/>
    <w:rsid w:val="00450F07"/>
    <w:rsid w:val="00453CD3"/>
    <w:rsid w:val="00455BC7"/>
    <w:rsid w:val="00460660"/>
    <w:rsid w:val="00460CCB"/>
    <w:rsid w:val="00477370"/>
    <w:rsid w:val="00484462"/>
    <w:rsid w:val="0048598B"/>
    <w:rsid w:val="00486107"/>
    <w:rsid w:val="00491827"/>
    <w:rsid w:val="004926B0"/>
    <w:rsid w:val="004A7C69"/>
    <w:rsid w:val="004B057E"/>
    <w:rsid w:val="004C4399"/>
    <w:rsid w:val="004C69ED"/>
    <w:rsid w:val="004C787C"/>
    <w:rsid w:val="004E0BC8"/>
    <w:rsid w:val="004E0CA8"/>
    <w:rsid w:val="004F4B9B"/>
    <w:rsid w:val="00511AB9"/>
    <w:rsid w:val="00514692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C93"/>
    <w:rsid w:val="005B5EE9"/>
    <w:rsid w:val="005C0FE1"/>
    <w:rsid w:val="005C3BF2"/>
    <w:rsid w:val="005C5D3D"/>
    <w:rsid w:val="005E7656"/>
    <w:rsid w:val="0061068E"/>
    <w:rsid w:val="00644CFA"/>
    <w:rsid w:val="00660AD3"/>
    <w:rsid w:val="00681FAC"/>
    <w:rsid w:val="006A3B92"/>
    <w:rsid w:val="006A5570"/>
    <w:rsid w:val="006A689C"/>
    <w:rsid w:val="006B3D79"/>
    <w:rsid w:val="006D18BB"/>
    <w:rsid w:val="006E0578"/>
    <w:rsid w:val="006E314D"/>
    <w:rsid w:val="006F09B1"/>
    <w:rsid w:val="00710723"/>
    <w:rsid w:val="007220DE"/>
    <w:rsid w:val="00723ED1"/>
    <w:rsid w:val="00724A52"/>
    <w:rsid w:val="00735BD2"/>
    <w:rsid w:val="00743525"/>
    <w:rsid w:val="00744BF5"/>
    <w:rsid w:val="00762391"/>
    <w:rsid w:val="0076286B"/>
    <w:rsid w:val="00764595"/>
    <w:rsid w:val="00766846"/>
    <w:rsid w:val="0077673A"/>
    <w:rsid w:val="0078419A"/>
    <w:rsid w:val="007846E1"/>
    <w:rsid w:val="00791366"/>
    <w:rsid w:val="007B570C"/>
    <w:rsid w:val="007E4A6E"/>
    <w:rsid w:val="007F56A7"/>
    <w:rsid w:val="00807DD0"/>
    <w:rsid w:val="00813F11"/>
    <w:rsid w:val="008875C1"/>
    <w:rsid w:val="00894AAA"/>
    <w:rsid w:val="00896760"/>
    <w:rsid w:val="008A3568"/>
    <w:rsid w:val="008D03B9"/>
    <w:rsid w:val="008D044D"/>
    <w:rsid w:val="008E236D"/>
    <w:rsid w:val="008E3BD2"/>
    <w:rsid w:val="008F18D6"/>
    <w:rsid w:val="00904780"/>
    <w:rsid w:val="009059F3"/>
    <w:rsid w:val="009113A8"/>
    <w:rsid w:val="00922385"/>
    <w:rsid w:val="009223DF"/>
    <w:rsid w:val="00936091"/>
    <w:rsid w:val="00940D8A"/>
    <w:rsid w:val="009547FE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71F8A"/>
    <w:rsid w:val="00AA4CBB"/>
    <w:rsid w:val="00AA65FA"/>
    <w:rsid w:val="00AA7351"/>
    <w:rsid w:val="00AB415C"/>
    <w:rsid w:val="00AD056F"/>
    <w:rsid w:val="00AD6731"/>
    <w:rsid w:val="00AF677D"/>
    <w:rsid w:val="00B00982"/>
    <w:rsid w:val="00B15D0D"/>
    <w:rsid w:val="00B45E34"/>
    <w:rsid w:val="00B45E9E"/>
    <w:rsid w:val="00B55F9C"/>
    <w:rsid w:val="00B75EE1"/>
    <w:rsid w:val="00B77481"/>
    <w:rsid w:val="00B8518B"/>
    <w:rsid w:val="00BB2267"/>
    <w:rsid w:val="00BB3740"/>
    <w:rsid w:val="00BC5FAC"/>
    <w:rsid w:val="00BD7E91"/>
    <w:rsid w:val="00BF374D"/>
    <w:rsid w:val="00BF44BE"/>
    <w:rsid w:val="00C02D0A"/>
    <w:rsid w:val="00C03A6E"/>
    <w:rsid w:val="00C2735E"/>
    <w:rsid w:val="00C30759"/>
    <w:rsid w:val="00C44F6A"/>
    <w:rsid w:val="00C4657B"/>
    <w:rsid w:val="00C64A8D"/>
    <w:rsid w:val="00C76361"/>
    <w:rsid w:val="00C8207D"/>
    <w:rsid w:val="00C873F2"/>
    <w:rsid w:val="00CD1FC4"/>
    <w:rsid w:val="00CE3013"/>
    <w:rsid w:val="00CE371D"/>
    <w:rsid w:val="00CF32CF"/>
    <w:rsid w:val="00D01A29"/>
    <w:rsid w:val="00D02A4D"/>
    <w:rsid w:val="00D21061"/>
    <w:rsid w:val="00D26C6F"/>
    <w:rsid w:val="00D316A7"/>
    <w:rsid w:val="00D4108E"/>
    <w:rsid w:val="00D415FF"/>
    <w:rsid w:val="00D43E4B"/>
    <w:rsid w:val="00D5646A"/>
    <w:rsid w:val="00D60C06"/>
    <w:rsid w:val="00D6163D"/>
    <w:rsid w:val="00D6391B"/>
    <w:rsid w:val="00D831A3"/>
    <w:rsid w:val="00DA6FFE"/>
    <w:rsid w:val="00DC3110"/>
    <w:rsid w:val="00DC4D2E"/>
    <w:rsid w:val="00DD46F3"/>
    <w:rsid w:val="00DD58A6"/>
    <w:rsid w:val="00DE56F2"/>
    <w:rsid w:val="00DF116D"/>
    <w:rsid w:val="00E20CAD"/>
    <w:rsid w:val="00E35737"/>
    <w:rsid w:val="00E4025E"/>
    <w:rsid w:val="00E41A27"/>
    <w:rsid w:val="00E54006"/>
    <w:rsid w:val="00E710F5"/>
    <w:rsid w:val="00E824F1"/>
    <w:rsid w:val="00EB104F"/>
    <w:rsid w:val="00EC795B"/>
    <w:rsid w:val="00ED14BD"/>
    <w:rsid w:val="00F01440"/>
    <w:rsid w:val="00F12DEC"/>
    <w:rsid w:val="00F1715C"/>
    <w:rsid w:val="00F26A64"/>
    <w:rsid w:val="00F310F8"/>
    <w:rsid w:val="00F3378D"/>
    <w:rsid w:val="00F35939"/>
    <w:rsid w:val="00F45607"/>
    <w:rsid w:val="00F60747"/>
    <w:rsid w:val="00F64786"/>
    <w:rsid w:val="00F659EB"/>
    <w:rsid w:val="00F67070"/>
    <w:rsid w:val="00F7575C"/>
    <w:rsid w:val="00F862D6"/>
    <w:rsid w:val="00F86BA6"/>
    <w:rsid w:val="00FB2A0C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1FFA2B"/>
  <w14:defaultImageDpi w14:val="32767"/>
  <w15:docId w15:val="{AD6797F1-58B5-46F4-A587-F555F5220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customStyle="1" w:styleId="lanek3">
    <w:name w:val="Èlanek 3"/>
    <w:basedOn w:val="Normln"/>
    <w:uiPriority w:val="99"/>
    <w:rsid w:val="00F67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&#201;M%20KVALITY%20&#344;&#205;ZEN&#205;\Vzory%20tiskopis&#367;\Slu&#382;ebn&#237;%20dopis\sprava-zeleznic-osb_administrativni-dopis_v10_S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4DC2384C725E4C9AB0A26E65DEE965" ma:contentTypeVersion="14" ma:contentTypeDescription="Vytvoří nový dokument" ma:contentTypeScope="" ma:versionID="7c5e6c98b2234ba2e58436a414be769e">
  <xsd:schema xmlns:xsd="http://www.w3.org/2001/XMLSchema" xmlns:xs="http://www.w3.org/2001/XMLSchema" xmlns:p="http://schemas.microsoft.com/office/2006/metadata/properties" xmlns:ns2="e8d95994-a2d3-419e-9593-28493203884c" xmlns:ns3="9261131b-ab7d-4087-aa44-c26b8f842a77" targetNamespace="http://schemas.microsoft.com/office/2006/metadata/properties" ma:root="true" ma:fieldsID="141404eea2a9bf0da89b99514eb3f523" ns2:_="" ns3:_="">
    <xsd:import namespace="e8d95994-a2d3-419e-9593-28493203884c"/>
    <xsd:import namespace="9261131b-ab7d-4087-aa44-c26b8f842a7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95994-a2d3-419e-9593-28493203884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ů" ma:readOnly="false" ma:fieldId="{5cf76f15-5ced-4ddc-b409-7134ff3c332f}" ma:taxonomyMulti="true" ma:sspId="fd03dbcd-fea4-4830-b8d6-147fcdd34d6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61131b-ab7d-4087-aa44-c26b8f842a7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6afaaa8-fdf1-42c2-b259-987b698c2d9c}" ma:internalName="TaxCatchAll" ma:showField="CatchAllData" ma:web="9261131b-ab7d-4087-aa44-c26b8f842a7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lcf76f155ced4ddcb4097134ff3c332f xmlns="e8d95994-a2d3-419e-9593-28493203884c">
      <Terms xmlns="http://schemas.microsoft.com/office/infopath/2007/PartnerControls"/>
    </lcf76f155ced4ddcb4097134ff3c332f>
    <TaxCatchAll xmlns="9261131b-ab7d-4087-aa44-c26b8f842a77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DAB80-8A93-41FE-B0E3-895E8104481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2B3205-33B3-4C48-9307-25D71FD2D004}"/>
</file>

<file path=customXml/itemProps3.xml><?xml version="1.0" encoding="utf-8"?>
<ds:datastoreItem xmlns:ds="http://schemas.openxmlformats.org/officeDocument/2006/customXml" ds:itemID="{1003CE28-176B-4C01-ACC7-7C331960815C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87C92862-CF19-49F7-AA75-3276B1B94C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sprava-zeleznic-osb_administrativni-dopis_v10_SABLONA</Template>
  <TotalTime>247</TotalTime>
  <Pages>2</Pages>
  <Words>543</Words>
  <Characters>3209</Characters>
  <Application>Microsoft Office Word</Application>
  <DocSecurity>0</DocSecurity>
  <Lines>26</Lines>
  <Paragraphs>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Hůla</dc:creator>
  <cp:lastModifiedBy>Náměstek Vladimír, Ing.</cp:lastModifiedBy>
  <cp:revision>19</cp:revision>
  <cp:lastPrinted>2018-07-31T10:21:00Z</cp:lastPrinted>
  <dcterms:created xsi:type="dcterms:W3CDTF">2020-02-11T09:28:00Z</dcterms:created>
  <dcterms:modified xsi:type="dcterms:W3CDTF">2021-03-30T12:01:00Z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0x0101006B4DC2384C725E4C9AB0A26E65DEE965</vt:lpwstr>
  </property>
</Properties>
</file>